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F77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="009F774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9F7742" w:rsidRPr="009F774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Ο2.Ε56 </w:t>
            </w:r>
            <w:bookmarkStart w:id="0" w:name="_GoBack"/>
            <w:bookmarkEnd w:id="0"/>
            <w:r w:rsidR="009F7742" w:rsidRPr="009F774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Μνήμη </w:t>
            </w:r>
            <w:r w:rsidR="009F7742" w:rsidRPr="009F7742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RAM</w:t>
            </w:r>
            <w:r w:rsidR="009F7742" w:rsidRPr="009F774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9F774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5019CC" w:rsidRDefault="009F7742" w:rsidP="009F7742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DDR5 Non-ECC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Unbuffered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DIMM 288-pin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F774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DF25B3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Χωρητικότητα: 16GB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F774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5019CC" w:rsidRDefault="009F7742" w:rsidP="009F7742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Ταχύτητα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διαύλου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(bus speed): 5600MT/s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F774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DF25B3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CAS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Latency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(CL): 46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F7742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DF25B3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Ranking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1R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F7742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DF25B3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DRAM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width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X8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9F7742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DF25B3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Τάση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voltage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 λειτουργίας: 1,1V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9F7742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DF25B3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DRAM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density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16Gbit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9F7742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FE320D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είναι πλήρως συμβατή με Η/Υ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OptiPlex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7020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Small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Form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Factor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SFF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5-14500 με 16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(σε 1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DIMM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του οποίου η μνήμη θα αναβαθμιστεί σε 32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9F774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F7742" w:rsidRPr="00FE320D" w:rsidRDefault="009F7742" w:rsidP="009F774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παρέχεται εγγύηση καλής λειτουργίας εφ' όρου ζωής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lifetime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9F7742" w:rsidRPr="00DF25B3" w:rsidRDefault="009F7742" w:rsidP="009F7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9F7742"/>
    <w:rsid w:val="00A40B4A"/>
    <w:rsid w:val="00C60E4A"/>
    <w:rsid w:val="00EB2777"/>
    <w:rsid w:val="00F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EB669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2025-09-10T08:33:00Z</dcterms:created>
  <dcterms:modified xsi:type="dcterms:W3CDTF">2025-09-10T08:33:00Z</dcterms:modified>
</cp:coreProperties>
</file>